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CF126" w14:textId="3C273754" w:rsidR="00AB60A7" w:rsidRDefault="00DB0737" w:rsidP="00DB0737">
      <w:pPr>
        <w:ind w:left="-993" w:right="-1134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5A8C81" wp14:editId="4F7B8D52">
            <wp:simplePos x="0" y="0"/>
            <wp:positionH relativeFrom="margin">
              <wp:posOffset>1524000</wp:posOffset>
            </wp:positionH>
            <wp:positionV relativeFrom="margin">
              <wp:posOffset>6350</wp:posOffset>
            </wp:positionV>
            <wp:extent cx="2889250" cy="1155700"/>
            <wp:effectExtent l="0" t="0" r="6350" b="6350"/>
            <wp:wrapSquare wrapText="bothSides"/>
            <wp:docPr id="1405771752" name="Image 140577175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logo, Graphique&#10;&#10;Le contenu généré par l’IA peut êtr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3BFA99" w14:textId="5287BB3F" w:rsidR="00AB60A7" w:rsidRDefault="00AB60A7" w:rsidP="00FC31EC">
      <w:pPr>
        <w:pStyle w:val="Titre"/>
      </w:pPr>
    </w:p>
    <w:p w14:paraId="71099778" w14:textId="77777777" w:rsidR="00AB60A7" w:rsidRDefault="00AB60A7" w:rsidP="00FC31EC">
      <w:pPr>
        <w:pStyle w:val="Titre"/>
      </w:pPr>
    </w:p>
    <w:p w14:paraId="1804D945" w14:textId="77777777" w:rsidR="00AB60A7" w:rsidRDefault="00AB60A7" w:rsidP="00FC31EC"/>
    <w:p w14:paraId="5AB6EBE3" w14:textId="77777777" w:rsidR="00DB0737" w:rsidRDefault="00DB0737" w:rsidP="00FC31EC"/>
    <w:p w14:paraId="63EFDF6D" w14:textId="77777777" w:rsidR="00DB0737" w:rsidRDefault="00DB0737" w:rsidP="00FC31EC"/>
    <w:p w14:paraId="54EE0F4E" w14:textId="77777777" w:rsidR="00935A1A" w:rsidRPr="001824FF" w:rsidRDefault="00935A1A" w:rsidP="00FC31EC"/>
    <w:p w14:paraId="5C7B8FCD" w14:textId="77777777" w:rsidR="00935A1A" w:rsidRPr="00BD212F" w:rsidRDefault="00935A1A" w:rsidP="00935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  <w:b/>
          <w:sz w:val="44"/>
          <w:szCs w:val="44"/>
        </w:rPr>
      </w:pPr>
      <w:bookmarkStart w:id="0" w:name="_Hlk198557182"/>
      <w:r w:rsidRPr="00BD212F">
        <w:rPr>
          <w:rFonts w:cs="Arial"/>
          <w:b/>
          <w:sz w:val="44"/>
          <w:szCs w:val="44"/>
        </w:rPr>
        <w:t>Mise à jour de l’Étude de dangers du Grand Port Maritime de Guyane</w:t>
      </w:r>
    </w:p>
    <w:p w14:paraId="0B48A23D" w14:textId="4B083587" w:rsidR="00935A1A" w:rsidRPr="00BD212F" w:rsidRDefault="00935A1A" w:rsidP="00935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  <w:b/>
          <w:sz w:val="32"/>
          <w:szCs w:val="32"/>
        </w:rPr>
      </w:pPr>
      <w:r w:rsidRPr="00BD212F">
        <w:rPr>
          <w:rFonts w:cs="Arial"/>
          <w:b/>
          <w:sz w:val="32"/>
          <w:szCs w:val="32"/>
        </w:rPr>
        <w:t>QHSE-01-2</w:t>
      </w:r>
      <w:r w:rsidR="00927133">
        <w:rPr>
          <w:rFonts w:cs="Arial"/>
          <w:b/>
          <w:sz w:val="32"/>
          <w:szCs w:val="32"/>
        </w:rPr>
        <w:t>5</w:t>
      </w:r>
    </w:p>
    <w:bookmarkEnd w:id="0"/>
    <w:p w14:paraId="529C9922" w14:textId="77777777" w:rsidR="00C30B96" w:rsidRDefault="00C30B96" w:rsidP="00DB0737">
      <w:pPr>
        <w:ind w:left="993"/>
      </w:pPr>
    </w:p>
    <w:p w14:paraId="397D7570" w14:textId="74C742AF" w:rsidR="005778C2" w:rsidRPr="001824FF" w:rsidRDefault="00C30B96" w:rsidP="00FC31EC">
      <w:r>
        <w:tab/>
      </w:r>
    </w:p>
    <w:p w14:paraId="1D0F2447" w14:textId="77777777" w:rsidR="001C1868" w:rsidRDefault="001C1868" w:rsidP="00FC31EC">
      <w:pPr>
        <w:jc w:val="center"/>
      </w:pPr>
      <w:r w:rsidRPr="001824FF">
        <w:t>___________________________________</w:t>
      </w:r>
    </w:p>
    <w:p w14:paraId="68EF826B" w14:textId="77777777" w:rsidR="001824FF" w:rsidRDefault="001824FF" w:rsidP="00FC31EC"/>
    <w:p w14:paraId="476B3FC7" w14:textId="77777777" w:rsidR="001824FF" w:rsidRPr="001824FF" w:rsidRDefault="001824FF" w:rsidP="00FC31EC"/>
    <w:p w14:paraId="0410AD32" w14:textId="77777777" w:rsidR="00C30B96" w:rsidRDefault="00C30B96" w:rsidP="00C30B96">
      <w:pPr>
        <w:pStyle w:val="Titre"/>
      </w:pPr>
      <w:r>
        <w:t>ANNEXE AU DOSSIER DE CANDIDATURE</w:t>
      </w:r>
    </w:p>
    <w:p w14:paraId="0FA40A9B" w14:textId="77777777" w:rsidR="00AB60A7" w:rsidRDefault="00AB60A7" w:rsidP="00FC31EC"/>
    <w:p w14:paraId="23379A20" w14:textId="77777777" w:rsidR="00AB60A7" w:rsidRDefault="00AB60A7" w:rsidP="00FC31EC"/>
    <w:p w14:paraId="272091D9" w14:textId="77777777" w:rsidR="00AB60A7" w:rsidRDefault="00AB60A7" w:rsidP="00FC31EC"/>
    <w:p w14:paraId="2787EB9B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45F64" wp14:editId="26DC3B4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FE3DCF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545F6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" filled="f" stroked="f">
                <v:textbox style="mso-fit-shape-to-text:t">
                  <w:txbxContent>
                    <w:p w14:paraId="0CFE3DCF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24664E82" w14:textId="77777777" w:rsidR="0084389F" w:rsidRDefault="0084389F" w:rsidP="00FC31EC">
      <w:r>
        <w:br w:type="page"/>
      </w:r>
    </w:p>
    <w:sdt>
      <w:sdtPr>
        <w:rPr>
          <w:b w:val="0"/>
          <w:bCs w:val="0"/>
          <w:color w:val="auto"/>
        </w:rPr>
        <w:id w:val="-2138166607"/>
        <w:docPartObj>
          <w:docPartGallery w:val="Table of Contents"/>
          <w:docPartUnique/>
        </w:docPartObj>
      </w:sdtPr>
      <w:sdtContent>
        <w:p w14:paraId="03DEA9B9" w14:textId="2A8F1633" w:rsidR="0084389F" w:rsidRPr="00E83195" w:rsidRDefault="00AA7C86" w:rsidP="00754CEB">
          <w:pPr>
            <w:pStyle w:val="TITREDETABLEDESMATIERES"/>
            <w:ind w:right="-567"/>
            <w:jc w:val="both"/>
          </w:pPr>
          <w:r w:rsidRPr="00E83195">
            <w:t>TABLE DES MATI</w:t>
          </w:r>
          <w:r w:rsidR="00E9755C">
            <w:t>È</w:t>
          </w:r>
          <w:r w:rsidRPr="00E83195">
            <w:t>RES</w:t>
          </w:r>
        </w:p>
        <w:p w14:paraId="30F5BCE5" w14:textId="7527C50E" w:rsidR="004F3AB2" w:rsidRDefault="0084389F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749904" w:history="1">
            <w:r w:rsidR="004F3AB2" w:rsidRPr="00372CBC">
              <w:rPr>
                <w:rStyle w:val="Lienhypertexte"/>
                <w:noProof/>
              </w:rPr>
              <w:t>Article I.</w:t>
            </w:r>
            <w:r w:rsidR="004F3AB2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4F3AB2" w:rsidRPr="00372CBC">
              <w:rPr>
                <w:rStyle w:val="Lienhypertexte"/>
                <w:noProof/>
              </w:rPr>
              <w:t>VALIDATION DE LA CANDIDATURE</w:t>
            </w:r>
            <w:r w:rsidR="004F3AB2">
              <w:rPr>
                <w:noProof/>
                <w:webHidden/>
              </w:rPr>
              <w:tab/>
            </w:r>
            <w:r w:rsidR="004F3AB2">
              <w:rPr>
                <w:noProof/>
                <w:webHidden/>
              </w:rPr>
              <w:fldChar w:fldCharType="begin"/>
            </w:r>
            <w:r w:rsidR="004F3AB2">
              <w:rPr>
                <w:noProof/>
                <w:webHidden/>
              </w:rPr>
              <w:instrText xml:space="preserve"> PAGEREF _Toc198749904 \h </w:instrText>
            </w:r>
            <w:r w:rsidR="004F3AB2">
              <w:rPr>
                <w:noProof/>
                <w:webHidden/>
              </w:rPr>
            </w:r>
            <w:r w:rsidR="004F3AB2">
              <w:rPr>
                <w:noProof/>
                <w:webHidden/>
              </w:rPr>
              <w:fldChar w:fldCharType="separate"/>
            </w:r>
            <w:r w:rsidR="004F3AB2">
              <w:rPr>
                <w:noProof/>
                <w:webHidden/>
              </w:rPr>
              <w:t>3</w:t>
            </w:r>
            <w:r w:rsidR="004F3AB2">
              <w:rPr>
                <w:noProof/>
                <w:webHidden/>
              </w:rPr>
              <w:fldChar w:fldCharType="end"/>
            </w:r>
          </w:hyperlink>
        </w:p>
        <w:p w14:paraId="5E5C6B91" w14:textId="431DA492" w:rsidR="004F3AB2" w:rsidRDefault="004F3AB2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8749905" w:history="1">
            <w:r w:rsidRPr="00372CBC">
              <w:rPr>
                <w:rStyle w:val="Lienhypertexte"/>
                <w:noProof/>
              </w:rPr>
              <w:t>Section 1.01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372CBC">
              <w:rPr>
                <w:rStyle w:val="Lienhypertexte"/>
                <w:noProof/>
              </w:rPr>
              <w:t>CC1 Garanties financières nécessaires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_Toc198749905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7735E" w14:textId="34C6D463" w:rsidR="004F3AB2" w:rsidRDefault="004F3AB2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8749906" w:history="1">
            <w:r w:rsidRPr="00372CBC">
              <w:rPr>
                <w:rStyle w:val="Lienhypertexte"/>
                <w:noProof/>
              </w:rPr>
              <w:t>Section 1.02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372CBC">
              <w:rPr>
                <w:rStyle w:val="Lienhypertexte"/>
                <w:noProof/>
              </w:rPr>
              <w:t>CC2 Moyens techniques disponibles et qui seraient mis à la disposition de ce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_Toc198749906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31A0E2" w14:textId="290BA12A" w:rsidR="004F3AB2" w:rsidRDefault="004F3AB2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8749907" w:history="1">
            <w:r w:rsidRPr="00372CBC">
              <w:rPr>
                <w:rStyle w:val="Lienhypertexte"/>
                <w:noProof/>
              </w:rPr>
              <w:t>Article II.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372CBC">
              <w:rPr>
                <w:rStyle w:val="Lienhypertexte"/>
                <w:noProof/>
              </w:rPr>
              <w:t>SELECTION DES CANDIDATS APPROPRIES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_Toc198749907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5DFBB" w14:textId="6542CC28" w:rsidR="004F3AB2" w:rsidRDefault="004F3AB2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8749908" w:history="1">
            <w:r w:rsidRPr="00372CBC">
              <w:rPr>
                <w:rStyle w:val="Lienhypertexte"/>
                <w:noProof/>
              </w:rPr>
              <w:t>Section 2.01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372CBC">
              <w:rPr>
                <w:rStyle w:val="Lienhypertexte"/>
                <w:noProof/>
              </w:rPr>
              <w:t>CC3 Moyens humains affectés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_Toc198749908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4FCC7" w14:textId="74DED0B5" w:rsidR="004F3AB2" w:rsidRDefault="004F3AB2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8749909" w:history="1">
            <w:r w:rsidRPr="00372CBC">
              <w:rPr>
                <w:rStyle w:val="Lienhypertexte"/>
                <w:noProof/>
              </w:rPr>
              <w:t>Section 2.02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372CBC">
              <w:rPr>
                <w:rStyle w:val="Lienhypertexte"/>
                <w:noProof/>
              </w:rPr>
              <w:t>CC4 : Capacité technique et professionnelle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_Toc198749909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B20AE0" w14:textId="142E4B3C" w:rsidR="004F3AB2" w:rsidRDefault="004F3AB2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8749910" w:history="1">
            <w:r w:rsidRPr="00372CBC">
              <w:rPr>
                <w:rStyle w:val="Lienhypertexte"/>
                <w:noProof/>
              </w:rPr>
              <w:t>Section 2.03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372CBC">
              <w:rPr>
                <w:rStyle w:val="Lienhypertexte"/>
                <w:noProof/>
              </w:rPr>
              <w:t>CC5 Références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_Toc198749910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6366D" w14:textId="2B581023" w:rsidR="0084389F" w:rsidRDefault="0084389F" w:rsidP="00754CEB">
          <w:pPr>
            <w:ind w:right="-567"/>
          </w:pPr>
          <w:r>
            <w:rPr>
              <w:b/>
              <w:bCs/>
            </w:rPr>
            <w:fldChar w:fldCharType="end"/>
          </w:r>
        </w:p>
      </w:sdtContent>
    </w:sdt>
    <w:p w14:paraId="0DA2D276" w14:textId="77777777" w:rsidR="0084389F" w:rsidRDefault="0084389F" w:rsidP="00FC31EC"/>
    <w:p w14:paraId="3A70AAB2" w14:textId="77777777" w:rsidR="0070284A" w:rsidRDefault="0070284A" w:rsidP="00FC31EC"/>
    <w:p w14:paraId="0F51407D" w14:textId="77777777" w:rsidR="0070284A" w:rsidRDefault="0070284A" w:rsidP="00FC31EC"/>
    <w:p w14:paraId="600747D0" w14:textId="59411A42" w:rsidR="0089301E" w:rsidRPr="004D0C9D" w:rsidRDefault="00605A46" w:rsidP="0089301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5081816A" w14:textId="7276172D" w:rsidR="00835744" w:rsidRDefault="0089301E" w:rsidP="0089301E">
      <w:r>
        <w:lastRenderedPageBreak/>
        <w:t xml:space="preserve">L’utilisation de cette annexe n’est pas obligatoire, mais facilitera la recherche des informations par </w:t>
      </w:r>
      <w:r w:rsidR="00DB0737">
        <w:t xml:space="preserve">Le </w:t>
      </w:r>
      <w:r w:rsidR="00DA4416" w:rsidRPr="00DA4416">
        <w:t>GPM-Guyane</w:t>
      </w:r>
      <w:r>
        <w:t xml:space="preserve"> pour sélectionner les candidats. Elle garantit que la candidature sera conforme et facilement exploitable. Nous vous invitons à l’utiliser. </w:t>
      </w:r>
    </w:p>
    <w:p w14:paraId="6FC1A7F3" w14:textId="07C58CBC" w:rsidR="0089301E" w:rsidRDefault="0089301E" w:rsidP="0089301E">
      <w:pPr>
        <w:pStyle w:val="Titre1"/>
      </w:pPr>
      <w:bookmarkStart w:id="1" w:name="_Toc198749904"/>
      <w:r>
        <w:t>VALIDATION DE LA CANDIDATURE</w:t>
      </w:r>
      <w:bookmarkEnd w:id="1"/>
    </w:p>
    <w:p w14:paraId="2894EC08" w14:textId="0860E867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742FB75C" w14:textId="391BE86B" w:rsidR="0089301E" w:rsidRPr="0089301E" w:rsidRDefault="00000000" w:rsidP="0089301E">
      <w:pPr>
        <w:spacing w:line="240" w:lineRule="auto"/>
        <w:ind w:left="1416"/>
        <w:rPr>
          <w:szCs w:val="20"/>
        </w:rPr>
      </w:pPr>
      <w:sdt>
        <w:sdtPr>
          <w:rPr>
            <w:rFonts w:ascii="Segoe UI Symbol" w:eastAsia="MS Gothic" w:hAnsi="Segoe UI Symbol" w:cs="Segoe UI Symbol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</w:t>
      </w:r>
      <w:proofErr w:type="gramStart"/>
      <w:r w:rsidR="0089301E" w:rsidRPr="0089301E">
        <w:rPr>
          <w:szCs w:val="20"/>
        </w:rPr>
        <w:t>oui</w:t>
      </w:r>
      <w:proofErr w:type="gramEnd"/>
      <w:r w:rsidR="0089301E" w:rsidRPr="0089301E">
        <w:rPr>
          <w:szCs w:val="20"/>
        </w:rPr>
        <w:tab/>
      </w:r>
      <w:r w:rsidR="0089301E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non </w:t>
      </w:r>
    </w:p>
    <w:p w14:paraId="659A370F" w14:textId="77777777" w:rsidR="0089301E" w:rsidRPr="00E93409" w:rsidRDefault="0089301E" w:rsidP="0089301E">
      <w:pPr>
        <w:pStyle w:val="Paragraphedeliste"/>
        <w:numPr>
          <w:ilvl w:val="0"/>
          <w:numId w:val="0"/>
        </w:numPr>
        <w:spacing w:after="120" w:line="240" w:lineRule="auto"/>
        <w:ind w:left="1440"/>
      </w:pPr>
    </w:p>
    <w:p w14:paraId="683F375A" w14:textId="765658B1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</w:t>
      </w:r>
      <w:r w:rsidR="00E9755C">
        <w:t>l</w:t>
      </w:r>
      <w:r w:rsidRPr="00E93409">
        <w:t xml:space="preserve">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5C3B7007" w14:textId="42C2B968" w:rsidR="0089301E" w:rsidRPr="007F4420" w:rsidRDefault="00000000" w:rsidP="0089301E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</w:t>
      </w:r>
      <w:proofErr w:type="gramStart"/>
      <w:r w:rsidR="0089301E" w:rsidRPr="007F4420">
        <w:rPr>
          <w:rFonts w:cs="Arial"/>
        </w:rPr>
        <w:t>oui</w:t>
      </w:r>
      <w:proofErr w:type="gramEnd"/>
      <w:r w:rsidR="0089301E" w:rsidRPr="007F4420">
        <w:rPr>
          <w:rFonts w:cs="Arial"/>
        </w:rPr>
        <w:tab/>
      </w:r>
      <w:r w:rsidR="0089301E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non </w:t>
      </w:r>
    </w:p>
    <w:p w14:paraId="6F45B1CE" w14:textId="77777777" w:rsidR="0089301E" w:rsidRDefault="0089301E" w:rsidP="0089301E">
      <w:pPr>
        <w:spacing w:line="240" w:lineRule="auto"/>
        <w:ind w:left="720"/>
      </w:pPr>
    </w:p>
    <w:p w14:paraId="1466B0F6" w14:textId="3DD3DDE2" w:rsidR="00CB1B8B" w:rsidRPr="00CB1B8B" w:rsidRDefault="0089301E" w:rsidP="00CB1B8B">
      <w:pPr>
        <w:spacing w:line="240" w:lineRule="auto"/>
        <w:ind w:left="720"/>
        <w:rPr>
          <w:color w:val="FF0000"/>
        </w:rPr>
      </w:pPr>
      <w:r w:rsidRPr="00121C1D">
        <w:rPr>
          <w:color w:val="FF0000"/>
        </w:rPr>
        <w:t>Si vous avez répondu Oui aux 2 questions ci-dessus, vous pouvez ne pas répondre aux questions</w:t>
      </w:r>
      <w:r>
        <w:rPr>
          <w:color w:val="FF0000"/>
        </w:rPr>
        <w:t xml:space="preserve"> </w:t>
      </w:r>
      <w:r w:rsidRPr="00121C1D">
        <w:rPr>
          <w:color w:val="FF0000"/>
        </w:rPr>
        <w:t>ci-dessous, et vous rendre directement aux questions de l</w:t>
      </w:r>
      <w:r w:rsidR="00CB1B8B">
        <w:rPr>
          <w:color w:val="FF0000"/>
        </w:rPr>
        <w:t>’article I :</w:t>
      </w:r>
    </w:p>
    <w:p w14:paraId="6EAAD236" w14:textId="77777777" w:rsidR="002C7594" w:rsidRDefault="002C7594" w:rsidP="002C7594">
      <w:pPr>
        <w:numPr>
          <w:ilvl w:val="0"/>
          <w:numId w:val="3"/>
        </w:numPr>
        <w:spacing w:before="0" w:line="240" w:lineRule="auto"/>
      </w:pPr>
      <w:r>
        <w:t>Quel est le nom du candidat qui s’engage ?</w:t>
      </w:r>
    </w:p>
    <w:p w14:paraId="2A4F60B2" w14:textId="77777777" w:rsidR="002C7594" w:rsidRDefault="002C7594" w:rsidP="002C7594">
      <w:pPr>
        <w:spacing w:before="0" w:line="240" w:lineRule="auto"/>
        <w:ind w:left="720"/>
      </w:pPr>
    </w:p>
    <w:p w14:paraId="4EE18D69" w14:textId="77777777" w:rsidR="002C7594" w:rsidRPr="009C65B0" w:rsidRDefault="002C7594" w:rsidP="002C7594">
      <w:pPr>
        <w:spacing w:after="0" w:line="240" w:lineRule="auto"/>
      </w:pPr>
    </w:p>
    <w:p w14:paraId="3DFACCBC" w14:textId="57E852DC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</w:p>
    <w:p w14:paraId="598D2F19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854B404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48AC071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5A05715C" w14:textId="77777777" w:rsidR="002C7594" w:rsidRDefault="002C7594" w:rsidP="002C7594">
      <w:pPr>
        <w:spacing w:after="0" w:line="240" w:lineRule="auto"/>
      </w:pPr>
    </w:p>
    <w:p w14:paraId="429F985F" w14:textId="77777777" w:rsidR="00CB1B8B" w:rsidRDefault="00CB1B8B" w:rsidP="00CB1B8B">
      <w:pPr>
        <w:pStyle w:val="Paragraphedeliste"/>
        <w:numPr>
          <w:ilvl w:val="0"/>
          <w:numId w:val="0"/>
        </w:numPr>
        <w:spacing w:before="240" w:line="240" w:lineRule="auto"/>
        <w:ind w:left="851"/>
        <w:rPr>
          <w:rFonts w:eastAsiaTheme="minorHAnsi" w:cstheme="minorBidi"/>
        </w:rPr>
      </w:pPr>
    </w:p>
    <w:p w14:paraId="7FA54787" w14:textId="77777777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before="0" w:after="160" w:line="244" w:lineRule="auto"/>
        <w:ind w:left="851"/>
        <w:contextualSpacing w:val="0"/>
        <w:jc w:val="left"/>
        <w:rPr>
          <w:rFonts w:eastAsiaTheme="minorHAnsi" w:cstheme="minorBidi"/>
        </w:rPr>
      </w:pPr>
      <w:r>
        <w:rPr>
          <w:rFonts w:eastAsiaTheme="minorHAnsi" w:cstheme="minorBidi"/>
        </w:rPr>
        <w:t>Le candidat est-il en RJ ou en cours de liquidation ?</w:t>
      </w:r>
    </w:p>
    <w:p w14:paraId="73A04D86" w14:textId="3FD47618" w:rsidR="002C7594" w:rsidRPr="002C7594" w:rsidRDefault="00000000" w:rsidP="002C7594">
      <w:pPr>
        <w:pStyle w:val="Paragraphedeliste"/>
        <w:numPr>
          <w:ilvl w:val="0"/>
          <w:numId w:val="0"/>
        </w:numPr>
        <w:spacing w:line="240" w:lineRule="auto"/>
        <w:ind w:left="720"/>
      </w:pPr>
      <w:sdt>
        <w:sdtPr>
          <w:rPr>
            <w:rFonts w:ascii="Segoe UI Symbol" w:eastAsia="MS Gothic" w:hAnsi="Segoe UI Symbol" w:cs="Segoe UI Symbol"/>
          </w:rPr>
          <w:id w:val="-895967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C7594" w:rsidRPr="002C7594">
        <w:t xml:space="preserve"> </w:t>
      </w:r>
      <w:proofErr w:type="gramStart"/>
      <w:r w:rsidR="002C7594" w:rsidRPr="002C7594">
        <w:t>oui</w:t>
      </w:r>
      <w:proofErr w:type="gramEnd"/>
      <w:r w:rsidR="002C7594" w:rsidRPr="002C7594">
        <w:tab/>
      </w:r>
      <w:r w:rsidR="002C7594" w:rsidRPr="002C7594">
        <w:tab/>
      </w:r>
      <w:sdt>
        <w:sdtPr>
          <w:rPr>
            <w:rFonts w:ascii="Segoe UI Symbol" w:eastAsia="MS Gothic" w:hAnsi="Segoe UI Symbol" w:cs="Segoe UI Symbol"/>
          </w:rPr>
          <w:id w:val="1771977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2C7594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2C7594">
        <w:t xml:space="preserve"> non </w:t>
      </w:r>
    </w:p>
    <w:p w14:paraId="0B91DDF0" w14:textId="77777777" w:rsidR="00E23A53" w:rsidRPr="00E23A53" w:rsidRDefault="00E23A53" w:rsidP="00E23A53">
      <w:pPr>
        <w:suppressAutoHyphens/>
        <w:autoSpaceDN w:val="0"/>
        <w:spacing w:before="0" w:after="160" w:line="244" w:lineRule="auto"/>
        <w:jc w:val="left"/>
      </w:pPr>
    </w:p>
    <w:p w14:paraId="7430EFA6" w14:textId="125A437A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line="240" w:lineRule="auto"/>
        <w:ind w:left="851"/>
        <w:contextualSpacing w:val="0"/>
        <w:rPr>
          <w:rFonts w:eastAsiaTheme="minorHAnsi" w:cstheme="minorBidi"/>
        </w:rPr>
      </w:pPr>
      <w:r>
        <w:rPr>
          <w:rFonts w:eastAsiaTheme="minorHAnsi" w:cstheme="minorBidi"/>
        </w:rPr>
        <w:t xml:space="preserve">Le candidat est-il autorisé à concourir à des marchés publics ? </w:t>
      </w:r>
    </w:p>
    <w:p w14:paraId="6C843476" w14:textId="77777777" w:rsidR="00E23A53" w:rsidRDefault="00E23A53" w:rsidP="00E23A53">
      <w:pPr>
        <w:suppressAutoHyphens/>
        <w:autoSpaceDN w:val="0"/>
        <w:spacing w:line="240" w:lineRule="auto"/>
      </w:pPr>
    </w:p>
    <w:p w14:paraId="436EF35F" w14:textId="77777777" w:rsidR="002C7594" w:rsidRPr="007F4420" w:rsidRDefault="00000000" w:rsidP="002C7594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668737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</w:t>
      </w:r>
      <w:proofErr w:type="gramStart"/>
      <w:r w:rsidR="002C7594" w:rsidRPr="007F4420">
        <w:rPr>
          <w:rFonts w:cs="Arial"/>
        </w:rPr>
        <w:t>oui</w:t>
      </w:r>
      <w:proofErr w:type="gramEnd"/>
      <w:r w:rsidR="002C7594" w:rsidRPr="007F4420">
        <w:rPr>
          <w:rFonts w:cs="Arial"/>
        </w:rPr>
        <w:tab/>
      </w:r>
      <w:r w:rsidR="002C7594" w:rsidRPr="007F4420">
        <w:rPr>
          <w:rFonts w:cs="Arial"/>
        </w:rPr>
        <w:tab/>
      </w:r>
      <w:sdt>
        <w:sdtPr>
          <w:rPr>
            <w:rFonts w:eastAsia="MS Gothic" w:cs="Arial"/>
          </w:rPr>
          <w:id w:val="-2092457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non </w:t>
      </w:r>
    </w:p>
    <w:p w14:paraId="5540CB11" w14:textId="77777777" w:rsidR="002C7594" w:rsidRPr="00E23A53" w:rsidRDefault="002C7594" w:rsidP="00E23A53">
      <w:pPr>
        <w:suppressAutoHyphens/>
        <w:autoSpaceDN w:val="0"/>
        <w:spacing w:line="240" w:lineRule="auto"/>
      </w:pPr>
    </w:p>
    <w:p w14:paraId="5179EA21" w14:textId="65BF8364" w:rsidR="00CB1B8B" w:rsidRDefault="00CB1B8B" w:rsidP="00EA17B8">
      <w:pPr>
        <w:pStyle w:val="Titre2"/>
      </w:pPr>
      <w:bookmarkStart w:id="2" w:name="_Toc198749905"/>
      <w:r>
        <w:t xml:space="preserve">CC1 </w:t>
      </w:r>
      <w:bookmarkStart w:id="3" w:name="_Hlk197946488"/>
      <w:r>
        <w:t xml:space="preserve">Garanties financières </w:t>
      </w:r>
      <w:bookmarkEnd w:id="3"/>
      <w:r>
        <w:t>nécessaires</w:t>
      </w:r>
      <w:bookmarkEnd w:id="2"/>
      <w:r>
        <w:t> </w:t>
      </w:r>
    </w:p>
    <w:p w14:paraId="4D17CF40" w14:textId="3F59FD6A" w:rsidR="00CB1B8B" w:rsidRDefault="00CB1B8B" w:rsidP="00EA17B8">
      <w:pPr>
        <w:pStyle w:val="Paragraphedeliste"/>
        <w:numPr>
          <w:ilvl w:val="0"/>
          <w:numId w:val="8"/>
        </w:numPr>
        <w:spacing w:line="240" w:lineRule="auto"/>
      </w:pPr>
      <w:bookmarkStart w:id="4" w:name="_Hlk197946100"/>
      <w:r w:rsidRPr="00326D65">
        <w:t>Le candidat présente-t-il des garanties financières suffisantes pour assurer l’exécution du marché ?</w:t>
      </w:r>
    </w:p>
    <w:bookmarkEnd w:id="4"/>
    <w:p w14:paraId="2576AD3B" w14:textId="77777777" w:rsidR="00CB1B8B" w:rsidRPr="005B63BC" w:rsidRDefault="00CB1B8B" w:rsidP="00EA17B8">
      <w:pPr>
        <w:ind w:left="426"/>
      </w:pPr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1</w:t>
      </w:r>
      <w:r w:rsidRPr="005B63BC">
        <w:t xml:space="preserve"> </w:t>
      </w:r>
      <w:r>
        <w:t>garanties financières nécessaires.</w:t>
      </w:r>
    </w:p>
    <w:p w14:paraId="44D7D498" w14:textId="77777777" w:rsidR="00CB1B8B" w:rsidRPr="009C65B0" w:rsidRDefault="00CB1B8B" w:rsidP="00CB1B8B">
      <w:pPr>
        <w:spacing w:line="240" w:lineRule="auto"/>
      </w:pPr>
    </w:p>
    <w:p w14:paraId="2703A0CA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>
        <w:t>M</w:t>
      </w:r>
      <w:r w:rsidRPr="00326D65">
        <w:t>erci d’indiquer votre chiffre d’affaires</w:t>
      </w:r>
    </w:p>
    <w:p w14:paraId="513C297E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F2D4931" w14:textId="77777777" w:rsidR="00EA17B8" w:rsidRDefault="00EA17B8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C10A4E3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0B16DDB" w14:textId="77777777" w:rsidR="00E23A53" w:rsidRDefault="00E23A53" w:rsidP="00EA17B8"/>
    <w:p w14:paraId="238A2DB8" w14:textId="0E11F639" w:rsidR="00E23A53" w:rsidRDefault="00E23A53" w:rsidP="00EA17B8">
      <w:pPr>
        <w:pStyle w:val="Titre2"/>
      </w:pPr>
      <w:bookmarkStart w:id="5" w:name="_Toc198749906"/>
      <w:r>
        <w:lastRenderedPageBreak/>
        <w:t xml:space="preserve">CC2 </w:t>
      </w:r>
      <w:r w:rsidRPr="00E23A53">
        <w:t>Moyens techniques disponibles et qui seraient mis à la disposition de ce marché</w:t>
      </w:r>
      <w:bookmarkEnd w:id="5"/>
      <w:r>
        <w:t> </w:t>
      </w:r>
    </w:p>
    <w:p w14:paraId="75558A99" w14:textId="77777777" w:rsidR="00E23A53" w:rsidRPr="009C65B0" w:rsidRDefault="00E23A53" w:rsidP="00EA17B8">
      <w:pPr>
        <w:pStyle w:val="Paragraphedeliste"/>
        <w:numPr>
          <w:ilvl w:val="0"/>
          <w:numId w:val="8"/>
        </w:numPr>
        <w:spacing w:after="0" w:line="240" w:lineRule="auto"/>
      </w:pPr>
      <w:bookmarkStart w:id="6" w:name="_Hlk197946134"/>
      <w:r w:rsidRPr="009E5F8D">
        <w:t>Quels moyens techniques sont disponibles et seront mis à disposition dans le cadre de cette mission ?</w:t>
      </w:r>
    </w:p>
    <w:bookmarkEnd w:id="6"/>
    <w:p w14:paraId="6DB30C69" w14:textId="011B37EE" w:rsidR="00E23A53" w:rsidRDefault="00E23A53" w:rsidP="00EA17B8">
      <w:pPr>
        <w:ind w:left="426"/>
      </w:pPr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2</w:t>
      </w:r>
      <w:r w:rsidRPr="005B63BC">
        <w:t xml:space="preserve"> </w:t>
      </w:r>
      <w:r>
        <w:t>moyens techniques disponibles.</w:t>
      </w:r>
    </w:p>
    <w:p w14:paraId="08F009AA" w14:textId="77777777" w:rsidR="00E23A53" w:rsidRPr="009C65B0" w:rsidRDefault="00E23A53" w:rsidP="00E23A53">
      <w:pPr>
        <w:spacing w:after="0" w:line="240" w:lineRule="auto"/>
      </w:pPr>
    </w:p>
    <w:p w14:paraId="7BAF796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les moyens techniques mis en œuvre </w:t>
      </w:r>
    </w:p>
    <w:p w14:paraId="15D22D0E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B173FA3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5F129F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43B77E5" w14:textId="77777777" w:rsidR="0089301E" w:rsidRDefault="0089301E" w:rsidP="0089301E">
      <w:pPr>
        <w:spacing w:after="0" w:line="240" w:lineRule="auto"/>
      </w:pPr>
    </w:p>
    <w:p w14:paraId="5E52E4C9" w14:textId="02B4D551" w:rsidR="00DB0737" w:rsidRDefault="00E23A53" w:rsidP="00892571">
      <w:pPr>
        <w:pStyle w:val="Titre1"/>
      </w:pPr>
      <w:bookmarkStart w:id="7" w:name="_Toc198749907"/>
      <w:r>
        <w:t>S</w:t>
      </w:r>
      <w:r w:rsidRPr="00E23A53">
        <w:t>ELECTION DES CANDIDATS APPROPRIES</w:t>
      </w:r>
      <w:bookmarkEnd w:id="7"/>
    </w:p>
    <w:p w14:paraId="6F124391" w14:textId="3154B227" w:rsidR="00DB0737" w:rsidRDefault="0089301E" w:rsidP="00E23A53">
      <w:r w:rsidRPr="003C5671">
        <w:t xml:space="preserve">Pour les questions </w:t>
      </w:r>
      <w:r w:rsidR="00E9755C" w:rsidRPr="003C5671">
        <w:t>suivantes,</w:t>
      </w:r>
      <w:r w:rsidRPr="003C5671">
        <w:t xml:space="preserve"> le terme « le candidat ou ses moyens humains » fait éventuellement référence à une société unique, un groupement, ou une société et </w:t>
      </w:r>
      <w:r w:rsidRPr="009C65B0">
        <w:t>ses sous-traitants) :</w:t>
      </w:r>
    </w:p>
    <w:p w14:paraId="2E9E7C03" w14:textId="2761AE2F" w:rsidR="00C30B96" w:rsidRDefault="0089301E" w:rsidP="0089301E">
      <w:pPr>
        <w:pStyle w:val="Titre2"/>
      </w:pPr>
      <w:bookmarkStart w:id="8" w:name="_Toc198749908"/>
      <w:r>
        <w:t>CC</w:t>
      </w:r>
      <w:r w:rsidR="00E23A53">
        <w:t>3</w:t>
      </w:r>
      <w:r>
        <w:t xml:space="preserve"> </w:t>
      </w:r>
      <w:r w:rsidR="001659D4">
        <w:t>Moyens humains affectés</w:t>
      </w:r>
      <w:bookmarkEnd w:id="8"/>
      <w:r w:rsidR="00DB0737">
        <w:t xml:space="preserve"> </w:t>
      </w:r>
    </w:p>
    <w:p w14:paraId="36F4BDD8" w14:textId="66F15D78" w:rsidR="001659D4" w:rsidRDefault="001659D4" w:rsidP="009E5F8D">
      <w:pPr>
        <w:pStyle w:val="Paragraphedeliste"/>
        <w:numPr>
          <w:ilvl w:val="0"/>
          <w:numId w:val="6"/>
        </w:numPr>
      </w:pPr>
      <w:bookmarkStart w:id="9" w:name="_Hlk197946183"/>
      <w:r>
        <w:t>Quels sont les moyens humains dont vous disposez et qui seraient mis à la disposition d</w:t>
      </w:r>
      <w:r w:rsidR="009E5F8D">
        <w:t xml:space="preserve">ans cette mission </w:t>
      </w:r>
      <w:r>
        <w:t>?</w:t>
      </w:r>
    </w:p>
    <w:bookmarkEnd w:id="9"/>
    <w:p w14:paraId="081F690D" w14:textId="1319CC2E" w:rsidR="00C30B96" w:rsidRPr="005B63BC" w:rsidRDefault="00C30B96" w:rsidP="00FE2A14">
      <w:r w:rsidRPr="009C65B0">
        <w:t>La réponse à cette question sert à valoriser le critère de candidature</w:t>
      </w:r>
      <w:r w:rsidR="0089301E">
        <w:t xml:space="preserve"> </w:t>
      </w:r>
      <w:r w:rsidRPr="005B63BC">
        <w:t>CC</w:t>
      </w:r>
      <w:r w:rsidR="00E23A53">
        <w:t>3</w:t>
      </w:r>
      <w:r w:rsidRPr="005B63BC">
        <w:t xml:space="preserve"> </w:t>
      </w:r>
      <w:r w:rsidR="00E9755C">
        <w:t>m</w:t>
      </w:r>
      <w:r w:rsidR="001659D4">
        <w:t>oyens humains affectés</w:t>
      </w:r>
      <w:r w:rsidR="00E46DDB">
        <w:t>.</w:t>
      </w:r>
    </w:p>
    <w:p w14:paraId="0E779C11" w14:textId="77777777" w:rsidR="00C30B96" w:rsidRPr="009C65B0" w:rsidRDefault="00C30B96" w:rsidP="00E23A53">
      <w:pPr>
        <w:spacing w:line="240" w:lineRule="auto"/>
      </w:pPr>
    </w:p>
    <w:p w14:paraId="1DAAFCF7" w14:textId="40C3B317" w:rsidR="00C30B96" w:rsidRDefault="00C30B96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 w:rsidR="009849CF">
        <w:t>les moyens humains affectés</w:t>
      </w:r>
      <w:r w:rsidR="00E46C42">
        <w:t> :</w:t>
      </w:r>
    </w:p>
    <w:p w14:paraId="29133C41" w14:textId="77777777" w:rsidR="00E23A53" w:rsidRDefault="00E23A53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819CECE" w14:textId="77777777" w:rsidR="00BF5711" w:rsidRDefault="00BF5711" w:rsidP="00BF5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134" w:hanging="426"/>
      </w:pPr>
    </w:p>
    <w:p w14:paraId="758E538A" w14:textId="77777777" w:rsidR="00BF5711" w:rsidRDefault="00BF5711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77C20E17" w14:textId="77777777" w:rsidR="00935A1A" w:rsidRDefault="00935A1A" w:rsidP="00E23A53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28C3DAB0" w14:textId="702082CF" w:rsidR="00D034F1" w:rsidRPr="00D034F1" w:rsidRDefault="00935A1A" w:rsidP="00BF5711">
      <w:pPr>
        <w:pStyle w:val="Titre2"/>
        <w:spacing w:before="0"/>
      </w:pPr>
      <w:bookmarkStart w:id="10" w:name="_Toc198749909"/>
      <w:r>
        <w:t xml:space="preserve">CC4 : </w:t>
      </w:r>
      <w:bookmarkStart w:id="11" w:name="_Hlk198625903"/>
      <w:r w:rsidRPr="00574438">
        <w:t>Capacité technique et professionnelle</w:t>
      </w:r>
      <w:bookmarkEnd w:id="10"/>
      <w:r>
        <w:t> </w:t>
      </w:r>
      <w:bookmarkEnd w:id="11"/>
    </w:p>
    <w:p w14:paraId="6B220846" w14:textId="77777777" w:rsidR="00D034F1" w:rsidRDefault="00D034F1" w:rsidP="00D034F1">
      <w:pPr>
        <w:pStyle w:val="Paragraphedeliste"/>
        <w:numPr>
          <w:ilvl w:val="0"/>
          <w:numId w:val="10"/>
        </w:numPr>
      </w:pPr>
      <w:r w:rsidRPr="00D034F1">
        <w:t>Maîtrisez-vous les enjeux techniques et réglementaires liés à l’élaboration ou à la révision d’une Étude de Dangers (EDD) ?</w:t>
      </w:r>
    </w:p>
    <w:p w14:paraId="6ECF70CE" w14:textId="39BA6D5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:</w:t>
      </w:r>
    </w:p>
    <w:p w14:paraId="1F02A856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7278B98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3230A54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4D8DE27" w14:textId="77777777" w:rsidR="00D034F1" w:rsidRDefault="00D034F1" w:rsidP="00935A1A"/>
    <w:p w14:paraId="1BACCAE0" w14:textId="14732B95" w:rsidR="00935A1A" w:rsidRPr="00D034F1" w:rsidRDefault="00D034F1" w:rsidP="00D034F1">
      <w:pPr>
        <w:pStyle w:val="Paragraphedeliste"/>
        <w:numPr>
          <w:ilvl w:val="0"/>
          <w:numId w:val="10"/>
        </w:numPr>
        <w:rPr>
          <w:rFonts w:cstheme="minorBidi"/>
        </w:rPr>
      </w:pPr>
      <w:r w:rsidRPr="00D034F1">
        <w:t>Êtes-vous familier avec le cadre réglementaire applicable aux ICPE, y compris la législation SEVESO, les PPRT et les POI ?</w:t>
      </w:r>
    </w:p>
    <w:p w14:paraId="6EC22275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:</w:t>
      </w:r>
    </w:p>
    <w:p w14:paraId="28B0D12D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25569C4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41C74371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BE48317" w14:textId="77777777" w:rsidR="00D034F1" w:rsidRDefault="00D034F1" w:rsidP="00D034F1">
      <w:pPr>
        <w:spacing w:after="0" w:line="240" w:lineRule="auto"/>
      </w:pPr>
    </w:p>
    <w:p w14:paraId="5D64A71A" w14:textId="44627D07" w:rsidR="00935A1A" w:rsidRPr="00D034F1" w:rsidRDefault="00D034F1" w:rsidP="00D034F1">
      <w:pPr>
        <w:spacing w:after="0" w:line="240" w:lineRule="auto"/>
      </w:pPr>
      <w:r w:rsidRPr="009C65B0">
        <w:t>La réponse à ce</w:t>
      </w:r>
      <w:r>
        <w:t xml:space="preserve">s </w:t>
      </w:r>
      <w:r w:rsidRPr="009C65B0">
        <w:t>question</w:t>
      </w:r>
      <w:r>
        <w:t>s</w:t>
      </w:r>
      <w:r w:rsidRPr="009C65B0">
        <w:t xml:space="preserve"> sert à valoriser le critère de candidature CC</w:t>
      </w:r>
      <w:r>
        <w:t>4</w:t>
      </w:r>
      <w:r w:rsidRPr="009C65B0">
        <w:t xml:space="preserve"> </w:t>
      </w:r>
      <w:r w:rsidRPr="00D034F1">
        <w:t>Capacité technique et professionnelle</w:t>
      </w:r>
      <w:r>
        <w:t>.</w:t>
      </w:r>
    </w:p>
    <w:p w14:paraId="32228842" w14:textId="27541205" w:rsidR="00DB0737" w:rsidRDefault="00DB0737" w:rsidP="00E23A53">
      <w:pPr>
        <w:pStyle w:val="Titre2"/>
      </w:pPr>
      <w:bookmarkStart w:id="12" w:name="_Toc198749910"/>
      <w:r>
        <w:t>CC</w:t>
      </w:r>
      <w:r w:rsidR="00D034F1">
        <w:t>5</w:t>
      </w:r>
      <w:r>
        <w:t xml:space="preserve"> </w:t>
      </w:r>
      <w:r w:rsidR="00346A61">
        <w:t>R</w:t>
      </w:r>
      <w:r>
        <w:t>éférence</w:t>
      </w:r>
      <w:r w:rsidR="006C2833">
        <w:t>s</w:t>
      </w:r>
      <w:bookmarkEnd w:id="12"/>
    </w:p>
    <w:p w14:paraId="71D21E05" w14:textId="0AC98ADD" w:rsidR="00DB0737" w:rsidRDefault="00DB0737" w:rsidP="009E5F8D">
      <w:pPr>
        <w:pStyle w:val="paragraphedeliste2"/>
        <w:numPr>
          <w:ilvl w:val="0"/>
          <w:numId w:val="6"/>
        </w:numPr>
      </w:pPr>
      <w:r w:rsidRPr="001659D4">
        <w:t>Quelles sont les références que le candidat a sur des marchés équivalents</w:t>
      </w:r>
      <w:r w:rsidR="00C179CD">
        <w:t> ?</w:t>
      </w:r>
    </w:p>
    <w:p w14:paraId="4A382663" w14:textId="77777777" w:rsidR="009E5F8D" w:rsidRPr="001659D4" w:rsidRDefault="009E5F8D" w:rsidP="009E5F8D">
      <w:pPr>
        <w:pStyle w:val="paragraphedeliste2"/>
        <w:numPr>
          <w:ilvl w:val="0"/>
          <w:numId w:val="0"/>
        </w:numPr>
        <w:ind w:left="720"/>
      </w:pPr>
    </w:p>
    <w:p w14:paraId="24D6A20D" w14:textId="161D76D9" w:rsidR="00DB0737" w:rsidRDefault="00DB0737" w:rsidP="009E5F8D">
      <w:pPr>
        <w:spacing w:before="0" w:line="240" w:lineRule="auto"/>
      </w:pPr>
      <w:r>
        <w:t xml:space="preserve">Indiquez dans l’idéal, </w:t>
      </w:r>
      <w:r w:rsidR="009E5F8D" w:rsidRPr="009E5F8D">
        <w:t>la nature des prestations réalisées, le nom d'un contact référent avec ses coordonnées, ainsi que le montant approximatif du contrat.</w:t>
      </w:r>
    </w:p>
    <w:p w14:paraId="5913867E" w14:textId="3863E7E3" w:rsidR="00DB0737" w:rsidRDefault="00DB0737" w:rsidP="00DB0737">
      <w:pPr>
        <w:spacing w:line="240" w:lineRule="auto"/>
        <w:ind w:left="720"/>
      </w:pPr>
      <w:r>
        <w:t>(</w:t>
      </w:r>
      <w:r w:rsidR="009E5F8D">
        <w:t>F</w:t>
      </w:r>
      <w:r>
        <w:t>acultatif, non discriminatoire)</w:t>
      </w:r>
    </w:p>
    <w:p w14:paraId="5D1B6B56" w14:textId="525849E1" w:rsidR="00DB0737" w:rsidRPr="009C65B0" w:rsidRDefault="00DB0737" w:rsidP="00DB0737">
      <w:pPr>
        <w:spacing w:after="0" w:line="240" w:lineRule="auto"/>
      </w:pPr>
      <w:r w:rsidRPr="009C65B0">
        <w:t>La réponse à cette question sert à valoriser le critère de candidature CC</w:t>
      </w:r>
      <w:r w:rsidR="00D034F1">
        <w:t>5</w:t>
      </w:r>
      <w:r w:rsidRPr="009C65B0">
        <w:t xml:space="preserve"> Références </w:t>
      </w:r>
      <w:r>
        <w:t>de clients équivalents</w:t>
      </w:r>
      <w:r w:rsidR="009E5F8D">
        <w:t>.</w:t>
      </w:r>
    </w:p>
    <w:p w14:paraId="7FF19ABB" w14:textId="77777777" w:rsidR="00DB0737" w:rsidRDefault="00DB0737" w:rsidP="00DB0737">
      <w:pPr>
        <w:spacing w:line="240" w:lineRule="auto"/>
        <w:ind w:left="720"/>
      </w:pPr>
    </w:p>
    <w:tbl>
      <w:tblPr>
        <w:tblStyle w:val="Grilledutableau"/>
        <w:tblW w:w="9496" w:type="dxa"/>
        <w:tblLook w:val="04A0" w:firstRow="1" w:lastRow="0" w:firstColumn="1" w:lastColumn="0" w:noHBand="0" w:noVBand="1"/>
      </w:tblPr>
      <w:tblGrid>
        <w:gridCol w:w="1920"/>
        <w:gridCol w:w="1895"/>
        <w:gridCol w:w="1977"/>
        <w:gridCol w:w="2002"/>
        <w:gridCol w:w="1702"/>
      </w:tblGrid>
      <w:tr w:rsidR="00DB0737" w14:paraId="2801E376" w14:textId="77777777" w:rsidTr="009E5F8D">
        <w:trPr>
          <w:trHeight w:val="703"/>
        </w:trPr>
        <w:tc>
          <w:tcPr>
            <w:tcW w:w="1920" w:type="dxa"/>
          </w:tcPr>
          <w:p w14:paraId="72C9E5A0" w14:textId="77777777" w:rsidR="00DB0737" w:rsidRDefault="00DB0737" w:rsidP="007E07C9">
            <w:pPr>
              <w:spacing w:line="240" w:lineRule="auto"/>
            </w:pPr>
            <w:r>
              <w:t>Année</w:t>
            </w:r>
          </w:p>
        </w:tc>
        <w:tc>
          <w:tcPr>
            <w:tcW w:w="1895" w:type="dxa"/>
          </w:tcPr>
          <w:p w14:paraId="467B2855" w14:textId="77777777" w:rsidR="00DB0737" w:rsidRDefault="00DB0737" w:rsidP="007E07C9">
            <w:pPr>
              <w:spacing w:line="240" w:lineRule="auto"/>
            </w:pPr>
            <w:r>
              <w:t>Client</w:t>
            </w:r>
          </w:p>
        </w:tc>
        <w:tc>
          <w:tcPr>
            <w:tcW w:w="1977" w:type="dxa"/>
          </w:tcPr>
          <w:p w14:paraId="7DC70C6F" w14:textId="1E2DDB9D" w:rsidR="00DB0737" w:rsidRDefault="009E5F8D" w:rsidP="007E07C9">
            <w:pPr>
              <w:spacing w:line="240" w:lineRule="auto"/>
            </w:pPr>
            <w:r>
              <w:t>P</w:t>
            </w:r>
            <w:r w:rsidRPr="009E5F8D">
              <w:t>restations réalisées</w:t>
            </w:r>
          </w:p>
        </w:tc>
        <w:tc>
          <w:tcPr>
            <w:tcW w:w="2002" w:type="dxa"/>
          </w:tcPr>
          <w:p w14:paraId="5834EA12" w14:textId="77777777" w:rsidR="00DB0737" w:rsidRDefault="00DB0737" w:rsidP="007E07C9">
            <w:pPr>
              <w:spacing w:line="240" w:lineRule="auto"/>
            </w:pPr>
            <w:r>
              <w:t>Contacts</w:t>
            </w:r>
          </w:p>
        </w:tc>
        <w:tc>
          <w:tcPr>
            <w:tcW w:w="1702" w:type="dxa"/>
          </w:tcPr>
          <w:p w14:paraId="0104962D" w14:textId="77777777" w:rsidR="00DB0737" w:rsidRDefault="00DB0737" w:rsidP="007E07C9">
            <w:pPr>
              <w:spacing w:line="240" w:lineRule="auto"/>
            </w:pPr>
            <w:r>
              <w:t>Montant total approximatif</w:t>
            </w:r>
          </w:p>
        </w:tc>
      </w:tr>
      <w:tr w:rsidR="00DB0737" w14:paraId="4A35559C" w14:textId="77777777" w:rsidTr="009E5F8D">
        <w:trPr>
          <w:trHeight w:val="472"/>
        </w:trPr>
        <w:tc>
          <w:tcPr>
            <w:tcW w:w="1920" w:type="dxa"/>
          </w:tcPr>
          <w:p w14:paraId="6B7FF8A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27736C1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2064D7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6D61D3B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F2C1BDA" w14:textId="77777777" w:rsidR="00DB0737" w:rsidRDefault="00DB0737" w:rsidP="007E07C9">
            <w:pPr>
              <w:spacing w:line="240" w:lineRule="auto"/>
            </w:pPr>
          </w:p>
        </w:tc>
      </w:tr>
      <w:tr w:rsidR="00DB0737" w14:paraId="3348F0C6" w14:textId="77777777" w:rsidTr="009E5F8D">
        <w:trPr>
          <w:trHeight w:val="472"/>
        </w:trPr>
        <w:tc>
          <w:tcPr>
            <w:tcW w:w="1920" w:type="dxa"/>
          </w:tcPr>
          <w:p w14:paraId="7B220C3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643BDCA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678C7C2F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384F38A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6E7FAE27" w14:textId="77777777" w:rsidR="00DB0737" w:rsidRDefault="00DB0737" w:rsidP="007E07C9">
            <w:pPr>
              <w:spacing w:line="240" w:lineRule="auto"/>
            </w:pPr>
          </w:p>
        </w:tc>
      </w:tr>
      <w:tr w:rsidR="00DB0737" w14:paraId="3A3F8C67" w14:textId="77777777" w:rsidTr="009E5F8D">
        <w:trPr>
          <w:trHeight w:val="472"/>
        </w:trPr>
        <w:tc>
          <w:tcPr>
            <w:tcW w:w="1920" w:type="dxa"/>
          </w:tcPr>
          <w:p w14:paraId="1049B74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770895A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F61FB5D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0CF4F49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C57AAC8" w14:textId="77777777" w:rsidR="00DB0737" w:rsidRDefault="00DB0737" w:rsidP="007E07C9">
            <w:pPr>
              <w:spacing w:line="240" w:lineRule="auto"/>
            </w:pPr>
          </w:p>
        </w:tc>
      </w:tr>
    </w:tbl>
    <w:p w14:paraId="7B0A7F2B" w14:textId="77777777" w:rsidR="009E5F8D" w:rsidRPr="009C65B0" w:rsidRDefault="009E5F8D" w:rsidP="00DB0737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1B9F8160" w14:textId="5132F932" w:rsidR="00E23A53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 xml:space="preserve">Je certifie que </w:t>
      </w:r>
      <w:r w:rsidR="00E9755C" w:rsidRPr="009C65B0">
        <w:rPr>
          <w:rFonts w:cstheme="minorHAnsi"/>
          <w:szCs w:val="20"/>
        </w:rPr>
        <w:t>tous</w:t>
      </w:r>
      <w:r w:rsidRPr="009C65B0">
        <w:rPr>
          <w:rFonts w:cstheme="minorHAnsi"/>
          <w:szCs w:val="20"/>
        </w:rPr>
        <w:t xml:space="preserve"> ces renseignements sont exacts.</w:t>
      </w:r>
    </w:p>
    <w:p w14:paraId="22D8258D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A</w:t>
      </w:r>
    </w:p>
    <w:p w14:paraId="59254566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05E43638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1F00C5DB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7BB32F48" w14:textId="77777777" w:rsidR="00C30B96" w:rsidRPr="007F442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Signature.</w:t>
      </w:r>
    </w:p>
    <w:p w14:paraId="52C33627" w14:textId="77777777" w:rsidR="001824FF" w:rsidRDefault="001824FF" w:rsidP="00FC31EC"/>
    <w:sectPr w:rsidR="001824FF" w:rsidSect="00754CEB"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F6187" w14:textId="77777777" w:rsidR="00FB4743" w:rsidRDefault="00FB4743" w:rsidP="00FC31EC">
      <w:r>
        <w:separator/>
      </w:r>
    </w:p>
  </w:endnote>
  <w:endnote w:type="continuationSeparator" w:id="0">
    <w:p w14:paraId="375A9A3F" w14:textId="77777777" w:rsidR="00FB4743" w:rsidRDefault="00FB4743" w:rsidP="00FC31EC">
      <w:r>
        <w:continuationSeparator/>
      </w:r>
    </w:p>
  </w:endnote>
  <w:endnote w:type="continuationNotice" w:id="1">
    <w:p w14:paraId="7D160B26" w14:textId="77777777" w:rsidR="00FB4743" w:rsidRDefault="00FB4743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567E9" w14:textId="6F0336A9" w:rsidR="00DB0737" w:rsidRPr="00F33835" w:rsidRDefault="00DB0737" w:rsidP="00DB0737">
    <w:pPr>
      <w:pStyle w:val="Pieddepage"/>
      <w:ind w:left="-709"/>
      <w:rPr>
        <w:lang w:val="en-ZA"/>
      </w:rPr>
    </w:pPr>
    <w:r w:rsidRPr="00F33835">
      <w:rPr>
        <w:i/>
        <w:iCs/>
        <w:smallCaps/>
        <w:lang w:val="en-ZA"/>
      </w:rPr>
      <w:t xml:space="preserve">ADC </w:t>
    </w:r>
    <w:r w:rsidR="008E35E0" w:rsidRPr="008E35E0">
      <w:rPr>
        <w:b/>
        <w:i/>
        <w:iCs/>
        <w:smallCaps/>
      </w:rPr>
      <w:t>GPM-G DPD 25 20 EDD RX VFO</w:t>
    </w:r>
  </w:p>
  <w:p w14:paraId="4D1E5B70" w14:textId="06A6524E" w:rsidR="00A81F9E" w:rsidRPr="00326D65" w:rsidRDefault="00FC31EC" w:rsidP="00FC31EC">
    <w:pPr>
      <w:pStyle w:val="Pieddepage"/>
      <w:rPr>
        <w:lang w:val="en-US"/>
      </w:rPr>
    </w:pPr>
    <w:r w:rsidRPr="00326D65">
      <w:rPr>
        <w:lang w:val="en-US"/>
      </w:rPr>
      <w:tab/>
    </w:r>
    <w:r w:rsidRPr="00326D65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70D0F" w14:textId="77777777" w:rsidR="00FB4743" w:rsidRDefault="00FB4743" w:rsidP="00FC31EC">
      <w:r>
        <w:separator/>
      </w:r>
    </w:p>
  </w:footnote>
  <w:footnote w:type="continuationSeparator" w:id="0">
    <w:p w14:paraId="1EA49C42" w14:textId="77777777" w:rsidR="00FB4743" w:rsidRDefault="00FB4743" w:rsidP="00FC31EC">
      <w:r>
        <w:continuationSeparator/>
      </w:r>
    </w:p>
  </w:footnote>
  <w:footnote w:type="continuationNotice" w:id="1">
    <w:p w14:paraId="4769A7D6" w14:textId="77777777" w:rsidR="00FB4743" w:rsidRDefault="00FB4743" w:rsidP="00FC3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15A2E"/>
    <w:multiLevelType w:val="hybridMultilevel"/>
    <w:tmpl w:val="C8F2A938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EE776A"/>
    <w:multiLevelType w:val="hybridMultilevel"/>
    <w:tmpl w:val="78BE9E72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3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7667D"/>
    <w:multiLevelType w:val="hybridMultilevel"/>
    <w:tmpl w:val="3DE84F5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D7C7C"/>
    <w:multiLevelType w:val="hybridMultilevel"/>
    <w:tmpl w:val="D594431C"/>
    <w:lvl w:ilvl="0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E932E4A"/>
    <w:multiLevelType w:val="hybridMultilevel"/>
    <w:tmpl w:val="59F80E2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F0E45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8" w15:restartNumberingAfterBreak="0">
    <w:nsid w:val="63336FD1"/>
    <w:multiLevelType w:val="hybridMultilevel"/>
    <w:tmpl w:val="F2CC0F6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6578B"/>
    <w:multiLevelType w:val="hybridMultilevel"/>
    <w:tmpl w:val="5BAEB3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303959">
    <w:abstractNumId w:val="7"/>
  </w:num>
  <w:num w:numId="2" w16cid:durableId="850294856">
    <w:abstractNumId w:val="2"/>
  </w:num>
  <w:num w:numId="3" w16cid:durableId="1817139624">
    <w:abstractNumId w:val="3"/>
  </w:num>
  <w:num w:numId="4" w16cid:durableId="2030833563">
    <w:abstractNumId w:val="1"/>
  </w:num>
  <w:num w:numId="5" w16cid:durableId="1030498601">
    <w:abstractNumId w:val="5"/>
  </w:num>
  <w:num w:numId="6" w16cid:durableId="1261598643">
    <w:abstractNumId w:val="6"/>
  </w:num>
  <w:num w:numId="7" w16cid:durableId="631907193">
    <w:abstractNumId w:val="0"/>
  </w:num>
  <w:num w:numId="8" w16cid:durableId="315455359">
    <w:abstractNumId w:val="4"/>
  </w:num>
  <w:num w:numId="9" w16cid:durableId="2039381453">
    <w:abstractNumId w:val="9"/>
  </w:num>
  <w:num w:numId="10" w16cid:durableId="8457136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96"/>
    <w:rsid w:val="000049C9"/>
    <w:rsid w:val="000071E3"/>
    <w:rsid w:val="00012F0B"/>
    <w:rsid w:val="00016A90"/>
    <w:rsid w:val="000245B7"/>
    <w:rsid w:val="000379D9"/>
    <w:rsid w:val="0004369C"/>
    <w:rsid w:val="00043F22"/>
    <w:rsid w:val="000448FF"/>
    <w:rsid w:val="00050486"/>
    <w:rsid w:val="00063E9C"/>
    <w:rsid w:val="00064B2F"/>
    <w:rsid w:val="00065D4E"/>
    <w:rsid w:val="00076537"/>
    <w:rsid w:val="00082520"/>
    <w:rsid w:val="00082BFB"/>
    <w:rsid w:val="00084136"/>
    <w:rsid w:val="0008770A"/>
    <w:rsid w:val="0009286A"/>
    <w:rsid w:val="000A2866"/>
    <w:rsid w:val="000A5EBF"/>
    <w:rsid w:val="000B1396"/>
    <w:rsid w:val="000B7137"/>
    <w:rsid w:val="000C4CDA"/>
    <w:rsid w:val="000C7282"/>
    <w:rsid w:val="000D1F45"/>
    <w:rsid w:val="000E4EFB"/>
    <w:rsid w:val="00110203"/>
    <w:rsid w:val="0012758A"/>
    <w:rsid w:val="00154009"/>
    <w:rsid w:val="00155EC7"/>
    <w:rsid w:val="00160D0F"/>
    <w:rsid w:val="00162C71"/>
    <w:rsid w:val="001659D4"/>
    <w:rsid w:val="00170E19"/>
    <w:rsid w:val="00181531"/>
    <w:rsid w:val="001824FF"/>
    <w:rsid w:val="00190B4E"/>
    <w:rsid w:val="00192FEB"/>
    <w:rsid w:val="001A6BA5"/>
    <w:rsid w:val="001B1381"/>
    <w:rsid w:val="001B7E57"/>
    <w:rsid w:val="001C1868"/>
    <w:rsid w:val="001D6F34"/>
    <w:rsid w:val="001E1B3E"/>
    <w:rsid w:val="001E2443"/>
    <w:rsid w:val="001E3CBB"/>
    <w:rsid w:val="001E51C0"/>
    <w:rsid w:val="001F3918"/>
    <w:rsid w:val="001F5FA8"/>
    <w:rsid w:val="001F6309"/>
    <w:rsid w:val="002023F5"/>
    <w:rsid w:val="002140ED"/>
    <w:rsid w:val="002508F0"/>
    <w:rsid w:val="00254AC2"/>
    <w:rsid w:val="0025646C"/>
    <w:rsid w:val="002679C3"/>
    <w:rsid w:val="00271D3C"/>
    <w:rsid w:val="00275B5C"/>
    <w:rsid w:val="0028055C"/>
    <w:rsid w:val="00281D17"/>
    <w:rsid w:val="00282160"/>
    <w:rsid w:val="0029517E"/>
    <w:rsid w:val="00295593"/>
    <w:rsid w:val="002A1A17"/>
    <w:rsid w:val="002A3626"/>
    <w:rsid w:val="002B24EE"/>
    <w:rsid w:val="002C2BD8"/>
    <w:rsid w:val="002C7594"/>
    <w:rsid w:val="002D4AEB"/>
    <w:rsid w:val="002F7334"/>
    <w:rsid w:val="00305844"/>
    <w:rsid w:val="0031030E"/>
    <w:rsid w:val="00312B62"/>
    <w:rsid w:val="00325E97"/>
    <w:rsid w:val="00326D65"/>
    <w:rsid w:val="003402E3"/>
    <w:rsid w:val="00341C64"/>
    <w:rsid w:val="00345F64"/>
    <w:rsid w:val="00346A61"/>
    <w:rsid w:val="00353DE8"/>
    <w:rsid w:val="0035453D"/>
    <w:rsid w:val="003608F9"/>
    <w:rsid w:val="00362E2F"/>
    <w:rsid w:val="00367BD5"/>
    <w:rsid w:val="00383847"/>
    <w:rsid w:val="003A3B93"/>
    <w:rsid w:val="003C32F2"/>
    <w:rsid w:val="003C36B7"/>
    <w:rsid w:val="003C66AD"/>
    <w:rsid w:val="003E0940"/>
    <w:rsid w:val="003E6D58"/>
    <w:rsid w:val="00421E25"/>
    <w:rsid w:val="00423852"/>
    <w:rsid w:val="0042627D"/>
    <w:rsid w:val="00426B45"/>
    <w:rsid w:val="00426CC4"/>
    <w:rsid w:val="004304E1"/>
    <w:rsid w:val="00434952"/>
    <w:rsid w:val="004358A4"/>
    <w:rsid w:val="00444F8F"/>
    <w:rsid w:val="00446E17"/>
    <w:rsid w:val="00447E62"/>
    <w:rsid w:val="0047196B"/>
    <w:rsid w:val="00487107"/>
    <w:rsid w:val="00495995"/>
    <w:rsid w:val="00496093"/>
    <w:rsid w:val="004A0C50"/>
    <w:rsid w:val="004A1679"/>
    <w:rsid w:val="004A7DDA"/>
    <w:rsid w:val="004B1673"/>
    <w:rsid w:val="004B3DD6"/>
    <w:rsid w:val="004B3F27"/>
    <w:rsid w:val="004B42F4"/>
    <w:rsid w:val="004B7C33"/>
    <w:rsid w:val="004C627E"/>
    <w:rsid w:val="004C7865"/>
    <w:rsid w:val="004D0C9D"/>
    <w:rsid w:val="004D4111"/>
    <w:rsid w:val="004F06C4"/>
    <w:rsid w:val="004F3AB2"/>
    <w:rsid w:val="00506058"/>
    <w:rsid w:val="00507253"/>
    <w:rsid w:val="00524B60"/>
    <w:rsid w:val="005320B9"/>
    <w:rsid w:val="0054142E"/>
    <w:rsid w:val="00542339"/>
    <w:rsid w:val="00546019"/>
    <w:rsid w:val="0056446C"/>
    <w:rsid w:val="00566785"/>
    <w:rsid w:val="00570D99"/>
    <w:rsid w:val="0057570C"/>
    <w:rsid w:val="00576C22"/>
    <w:rsid w:val="005778C2"/>
    <w:rsid w:val="00580D63"/>
    <w:rsid w:val="005813B1"/>
    <w:rsid w:val="00595DCC"/>
    <w:rsid w:val="00596979"/>
    <w:rsid w:val="005A00DB"/>
    <w:rsid w:val="005A44FA"/>
    <w:rsid w:val="005B2308"/>
    <w:rsid w:val="005B69FF"/>
    <w:rsid w:val="005B6F5B"/>
    <w:rsid w:val="005B7EBB"/>
    <w:rsid w:val="005C248D"/>
    <w:rsid w:val="005D52FF"/>
    <w:rsid w:val="005E0662"/>
    <w:rsid w:val="005E0BF2"/>
    <w:rsid w:val="005F471B"/>
    <w:rsid w:val="005F5D93"/>
    <w:rsid w:val="00605A46"/>
    <w:rsid w:val="00630A9D"/>
    <w:rsid w:val="00641218"/>
    <w:rsid w:val="00642C33"/>
    <w:rsid w:val="0064419B"/>
    <w:rsid w:val="00646344"/>
    <w:rsid w:val="0065093C"/>
    <w:rsid w:val="006656B8"/>
    <w:rsid w:val="00693F35"/>
    <w:rsid w:val="00696FCA"/>
    <w:rsid w:val="006B513D"/>
    <w:rsid w:val="006C15E9"/>
    <w:rsid w:val="006C2833"/>
    <w:rsid w:val="006C320B"/>
    <w:rsid w:val="006C7D77"/>
    <w:rsid w:val="006D1A06"/>
    <w:rsid w:val="006D6DE2"/>
    <w:rsid w:val="006E68B0"/>
    <w:rsid w:val="006F095C"/>
    <w:rsid w:val="006F2311"/>
    <w:rsid w:val="006F3844"/>
    <w:rsid w:val="0070284A"/>
    <w:rsid w:val="00730E3A"/>
    <w:rsid w:val="00741786"/>
    <w:rsid w:val="00753E1A"/>
    <w:rsid w:val="00754CEB"/>
    <w:rsid w:val="00757F1D"/>
    <w:rsid w:val="00762E29"/>
    <w:rsid w:val="00765F06"/>
    <w:rsid w:val="00766536"/>
    <w:rsid w:val="00790F84"/>
    <w:rsid w:val="007A4C74"/>
    <w:rsid w:val="007A763C"/>
    <w:rsid w:val="007B3DC5"/>
    <w:rsid w:val="007B433F"/>
    <w:rsid w:val="007D2E22"/>
    <w:rsid w:val="007D7EA3"/>
    <w:rsid w:val="007F619F"/>
    <w:rsid w:val="00805B63"/>
    <w:rsid w:val="008063E9"/>
    <w:rsid w:val="008074F7"/>
    <w:rsid w:val="00811106"/>
    <w:rsid w:val="008144B7"/>
    <w:rsid w:val="00823D30"/>
    <w:rsid w:val="00825838"/>
    <w:rsid w:val="00834228"/>
    <w:rsid w:val="00835744"/>
    <w:rsid w:val="0084389F"/>
    <w:rsid w:val="00845673"/>
    <w:rsid w:val="00857FDB"/>
    <w:rsid w:val="00870684"/>
    <w:rsid w:val="00872BC5"/>
    <w:rsid w:val="00890FD2"/>
    <w:rsid w:val="00891F06"/>
    <w:rsid w:val="0089301E"/>
    <w:rsid w:val="008A44AC"/>
    <w:rsid w:val="008A4ABF"/>
    <w:rsid w:val="008A5911"/>
    <w:rsid w:val="008B01B6"/>
    <w:rsid w:val="008B0412"/>
    <w:rsid w:val="008B30F4"/>
    <w:rsid w:val="008B56BF"/>
    <w:rsid w:val="008C1657"/>
    <w:rsid w:val="008C409D"/>
    <w:rsid w:val="008C7EDE"/>
    <w:rsid w:val="008E05AD"/>
    <w:rsid w:val="008E0BD3"/>
    <w:rsid w:val="008E35E0"/>
    <w:rsid w:val="008E7461"/>
    <w:rsid w:val="008E79B1"/>
    <w:rsid w:val="00902635"/>
    <w:rsid w:val="00907077"/>
    <w:rsid w:val="00913CF7"/>
    <w:rsid w:val="00927133"/>
    <w:rsid w:val="009345C6"/>
    <w:rsid w:val="00935A1A"/>
    <w:rsid w:val="009461CB"/>
    <w:rsid w:val="00970527"/>
    <w:rsid w:val="00971420"/>
    <w:rsid w:val="00971D39"/>
    <w:rsid w:val="00973F27"/>
    <w:rsid w:val="00976CED"/>
    <w:rsid w:val="009849CF"/>
    <w:rsid w:val="0099537E"/>
    <w:rsid w:val="00996778"/>
    <w:rsid w:val="009A7F21"/>
    <w:rsid w:val="009B758A"/>
    <w:rsid w:val="009D35EB"/>
    <w:rsid w:val="009D7779"/>
    <w:rsid w:val="009D7F51"/>
    <w:rsid w:val="009E1182"/>
    <w:rsid w:val="009E5157"/>
    <w:rsid w:val="009E5F8D"/>
    <w:rsid w:val="009F453E"/>
    <w:rsid w:val="009F52BE"/>
    <w:rsid w:val="009F5D98"/>
    <w:rsid w:val="009F6628"/>
    <w:rsid w:val="00A04ECB"/>
    <w:rsid w:val="00A10840"/>
    <w:rsid w:val="00A10F1C"/>
    <w:rsid w:val="00A1214B"/>
    <w:rsid w:val="00A15E1D"/>
    <w:rsid w:val="00A234D5"/>
    <w:rsid w:val="00A34F17"/>
    <w:rsid w:val="00A40095"/>
    <w:rsid w:val="00A44B0B"/>
    <w:rsid w:val="00A56E38"/>
    <w:rsid w:val="00A57391"/>
    <w:rsid w:val="00A57AD6"/>
    <w:rsid w:val="00A60FC3"/>
    <w:rsid w:val="00A613A3"/>
    <w:rsid w:val="00A651AB"/>
    <w:rsid w:val="00A66771"/>
    <w:rsid w:val="00A703C9"/>
    <w:rsid w:val="00A723B1"/>
    <w:rsid w:val="00A81F9E"/>
    <w:rsid w:val="00A93827"/>
    <w:rsid w:val="00A9595B"/>
    <w:rsid w:val="00AA7C86"/>
    <w:rsid w:val="00AB60A7"/>
    <w:rsid w:val="00AC7985"/>
    <w:rsid w:val="00AD5956"/>
    <w:rsid w:val="00AE4C48"/>
    <w:rsid w:val="00AF28E0"/>
    <w:rsid w:val="00AF7A9D"/>
    <w:rsid w:val="00AF7ABE"/>
    <w:rsid w:val="00B019F2"/>
    <w:rsid w:val="00B03C9C"/>
    <w:rsid w:val="00B06262"/>
    <w:rsid w:val="00B113E9"/>
    <w:rsid w:val="00B14FFD"/>
    <w:rsid w:val="00B1544D"/>
    <w:rsid w:val="00B1696A"/>
    <w:rsid w:val="00B21BB6"/>
    <w:rsid w:val="00B21D49"/>
    <w:rsid w:val="00B239F4"/>
    <w:rsid w:val="00B244C8"/>
    <w:rsid w:val="00B36BC7"/>
    <w:rsid w:val="00B4274B"/>
    <w:rsid w:val="00B44092"/>
    <w:rsid w:val="00B5139B"/>
    <w:rsid w:val="00B530AA"/>
    <w:rsid w:val="00B545F0"/>
    <w:rsid w:val="00B5480A"/>
    <w:rsid w:val="00B71D75"/>
    <w:rsid w:val="00B73141"/>
    <w:rsid w:val="00B74C1B"/>
    <w:rsid w:val="00B851A5"/>
    <w:rsid w:val="00BA26AB"/>
    <w:rsid w:val="00BB3093"/>
    <w:rsid w:val="00BB60CD"/>
    <w:rsid w:val="00BC192C"/>
    <w:rsid w:val="00BC4120"/>
    <w:rsid w:val="00BC5D81"/>
    <w:rsid w:val="00BD212F"/>
    <w:rsid w:val="00BE013C"/>
    <w:rsid w:val="00BF5028"/>
    <w:rsid w:val="00BF5711"/>
    <w:rsid w:val="00C04A6F"/>
    <w:rsid w:val="00C06788"/>
    <w:rsid w:val="00C15CDA"/>
    <w:rsid w:val="00C179CD"/>
    <w:rsid w:val="00C2328D"/>
    <w:rsid w:val="00C30B96"/>
    <w:rsid w:val="00C36B8A"/>
    <w:rsid w:val="00C40A39"/>
    <w:rsid w:val="00C41EEB"/>
    <w:rsid w:val="00C42B43"/>
    <w:rsid w:val="00C44D74"/>
    <w:rsid w:val="00C532B6"/>
    <w:rsid w:val="00C53541"/>
    <w:rsid w:val="00C66170"/>
    <w:rsid w:val="00C7085F"/>
    <w:rsid w:val="00C72F55"/>
    <w:rsid w:val="00C85E2B"/>
    <w:rsid w:val="00C94F06"/>
    <w:rsid w:val="00CB1B8B"/>
    <w:rsid w:val="00CB4EF2"/>
    <w:rsid w:val="00CD0C0D"/>
    <w:rsid w:val="00CD6492"/>
    <w:rsid w:val="00CD799E"/>
    <w:rsid w:val="00CE39F8"/>
    <w:rsid w:val="00CE55C8"/>
    <w:rsid w:val="00CF394B"/>
    <w:rsid w:val="00D034F1"/>
    <w:rsid w:val="00D10E88"/>
    <w:rsid w:val="00D30D01"/>
    <w:rsid w:val="00D41D7D"/>
    <w:rsid w:val="00D46544"/>
    <w:rsid w:val="00D57EFF"/>
    <w:rsid w:val="00D57FAC"/>
    <w:rsid w:val="00D61BBA"/>
    <w:rsid w:val="00D65665"/>
    <w:rsid w:val="00D7283D"/>
    <w:rsid w:val="00D82131"/>
    <w:rsid w:val="00D856DB"/>
    <w:rsid w:val="00D858C8"/>
    <w:rsid w:val="00D900FB"/>
    <w:rsid w:val="00D91C34"/>
    <w:rsid w:val="00DA4416"/>
    <w:rsid w:val="00DA5E87"/>
    <w:rsid w:val="00DB0737"/>
    <w:rsid w:val="00DB205E"/>
    <w:rsid w:val="00DB5099"/>
    <w:rsid w:val="00DB5EE9"/>
    <w:rsid w:val="00DB6479"/>
    <w:rsid w:val="00DD1F55"/>
    <w:rsid w:val="00DD3D9F"/>
    <w:rsid w:val="00DD5D12"/>
    <w:rsid w:val="00DE7BB2"/>
    <w:rsid w:val="00E03AE9"/>
    <w:rsid w:val="00E044DB"/>
    <w:rsid w:val="00E15A41"/>
    <w:rsid w:val="00E23A53"/>
    <w:rsid w:val="00E24E02"/>
    <w:rsid w:val="00E4484B"/>
    <w:rsid w:val="00E46C42"/>
    <w:rsid w:val="00E46DDB"/>
    <w:rsid w:val="00E71B76"/>
    <w:rsid w:val="00E80F16"/>
    <w:rsid w:val="00E83195"/>
    <w:rsid w:val="00E87192"/>
    <w:rsid w:val="00E90701"/>
    <w:rsid w:val="00E91B8E"/>
    <w:rsid w:val="00E9755C"/>
    <w:rsid w:val="00E975E0"/>
    <w:rsid w:val="00EA17B8"/>
    <w:rsid w:val="00EA2FBF"/>
    <w:rsid w:val="00EC2C5D"/>
    <w:rsid w:val="00ED22DF"/>
    <w:rsid w:val="00ED70A0"/>
    <w:rsid w:val="00ED7A7D"/>
    <w:rsid w:val="00EE6BB7"/>
    <w:rsid w:val="00EF7E91"/>
    <w:rsid w:val="00F037A4"/>
    <w:rsid w:val="00F041AB"/>
    <w:rsid w:val="00F11EEA"/>
    <w:rsid w:val="00F222A2"/>
    <w:rsid w:val="00F34E0A"/>
    <w:rsid w:val="00F36865"/>
    <w:rsid w:val="00F41A71"/>
    <w:rsid w:val="00F45AD8"/>
    <w:rsid w:val="00F53119"/>
    <w:rsid w:val="00F617AE"/>
    <w:rsid w:val="00F82A31"/>
    <w:rsid w:val="00F839BD"/>
    <w:rsid w:val="00F90A41"/>
    <w:rsid w:val="00FA470E"/>
    <w:rsid w:val="00FB4743"/>
    <w:rsid w:val="00FC0759"/>
    <w:rsid w:val="00FC31EC"/>
    <w:rsid w:val="00FD0C0D"/>
    <w:rsid w:val="00FD2CCF"/>
    <w:rsid w:val="00FE2A14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FFEFD"/>
  <w15:docId w15:val="{7EAD19EE-FD7A-49A3-8723-70820598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594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uiPriority w:val="9"/>
    <w:qFormat/>
    <w:rsid w:val="009D7F51"/>
    <w:pPr>
      <w:keepNext/>
      <w:keepLines/>
      <w:numPr>
        <w:numId w:val="1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unhideWhenUsed/>
    <w:qFormat/>
    <w:rsid w:val="009D7F51"/>
    <w:pPr>
      <w:keepNext/>
      <w:keepLines/>
      <w:numPr>
        <w:ilvl w:val="1"/>
        <w:numId w:val="1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741786"/>
    <w:pPr>
      <w:keepNext/>
      <w:keepLines/>
      <w:numPr>
        <w:ilvl w:val="2"/>
        <w:numId w:val="1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nhideWhenUsed/>
    <w:qFormat/>
    <w:rsid w:val="00741786"/>
    <w:pPr>
      <w:keepNext/>
      <w:keepLines/>
      <w:numPr>
        <w:ilvl w:val="3"/>
        <w:numId w:val="1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nhideWhenUsed/>
    <w:qFormat/>
    <w:rsid w:val="008438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8438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8438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8438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8438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uiPriority w:val="9"/>
    <w:rsid w:val="009D7F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aliases w:val="Chapitre Car"/>
    <w:basedOn w:val="Policepardfaut"/>
    <w:link w:val="Titre2"/>
    <w:rsid w:val="009D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7417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rsid w:val="007417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rsid w:val="0084389F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84389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84389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8438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8438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FC31EC"/>
    <w:pPr>
      <w:numPr>
        <w:numId w:val="2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95DCC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rsid w:val="005B6F5B"/>
  </w:style>
  <w:style w:type="character" w:customStyle="1" w:styleId="apple-style-span">
    <w:name w:val="apple-style-span"/>
    <w:basedOn w:val="Policepardfaut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rsid w:val="007D7EA3"/>
  </w:style>
  <w:style w:type="table" w:styleId="Grilledutableau">
    <w:name w:val="Table Grid"/>
    <w:basedOn w:val="TableauNormal"/>
    <w:uiPriority w:val="59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uiPriority w:val="21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83195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uiPriority w:val="21"/>
    <w:rsid w:val="00E83195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rsid w:val="00E83195"/>
    <w:rPr>
      <w:rFonts w:ascii="Arial" w:hAnsi="Arial"/>
      <w:b/>
      <w:bCs/>
      <w:color w:val="548DD4" w:themeColor="text2" w:themeTint="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2024</Template>
  <TotalTime>1</TotalTime>
  <Pages>5</Pages>
  <Words>626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 ROBAUX (EA)</cp:lastModifiedBy>
  <cp:revision>3</cp:revision>
  <cp:lastPrinted>2024-08-09T14:47:00Z</cp:lastPrinted>
  <dcterms:created xsi:type="dcterms:W3CDTF">2025-05-21T17:58:00Z</dcterms:created>
  <dcterms:modified xsi:type="dcterms:W3CDTF">2025-07-03T11:46:00Z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